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73150" w14:textId="51897E2E" w:rsidR="00E50667" w:rsidRDefault="00E50667">
      <w:pPr>
        <w:spacing w:after="200"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276"/>
        <w:gridCol w:w="236"/>
        <w:gridCol w:w="993"/>
        <w:gridCol w:w="1180"/>
        <w:gridCol w:w="1134"/>
        <w:gridCol w:w="1134"/>
      </w:tblGrid>
      <w:tr w:rsidR="00C630B3" w14:paraId="0348429B" w14:textId="77777777" w:rsidTr="00193D35">
        <w:trPr>
          <w:trHeight w:val="955"/>
        </w:trPr>
        <w:tc>
          <w:tcPr>
            <w:tcW w:w="1101" w:type="dxa"/>
            <w:vMerge w:val="restart"/>
            <w:vAlign w:val="center"/>
          </w:tcPr>
          <w:p w14:paraId="39390CFE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w:t>Colour</w:t>
            </w:r>
          </w:p>
        </w:tc>
        <w:tc>
          <w:tcPr>
            <w:tcW w:w="3402" w:type="dxa"/>
            <w:gridSpan w:val="3"/>
            <w:vAlign w:val="center"/>
          </w:tcPr>
          <w:p w14:paraId="5CB433AE" w14:textId="45262C1A" w:rsidR="00C630B3" w:rsidRPr="00390ECF" w:rsidRDefault="00C630B3" w:rsidP="00A271CF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sz w:val="28"/>
                <w:szCs w:val="28"/>
              </w:rPr>
              <w:t>RGB Ref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– </w:t>
            </w:r>
            <w:r w:rsidR="00A271CF">
              <w:rPr>
                <w:rFonts w:asciiTheme="minorHAnsi" w:hAnsiTheme="minorHAnsi"/>
                <w:sz w:val="28"/>
                <w:szCs w:val="28"/>
              </w:rPr>
              <w:t>workforce development</w:t>
            </w:r>
          </w:p>
        </w:tc>
        <w:tc>
          <w:tcPr>
            <w:tcW w:w="236" w:type="dxa"/>
            <w:vMerge w:val="restart"/>
          </w:tcPr>
          <w:p w14:paraId="082F7806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201C418B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w:t>Colour</w:t>
            </w:r>
          </w:p>
        </w:tc>
        <w:tc>
          <w:tcPr>
            <w:tcW w:w="3448" w:type="dxa"/>
            <w:gridSpan w:val="3"/>
            <w:vAlign w:val="center"/>
          </w:tcPr>
          <w:p w14:paraId="770B3048" w14:textId="7E18E79E" w:rsidR="00C630B3" w:rsidRPr="00390ECF" w:rsidRDefault="00C630B3" w:rsidP="00193D35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C630B3" w14:paraId="3DA0BBC0" w14:textId="77777777" w:rsidTr="004D64E4">
        <w:tc>
          <w:tcPr>
            <w:tcW w:w="1101" w:type="dxa"/>
            <w:vMerge/>
            <w:vAlign w:val="center"/>
          </w:tcPr>
          <w:p w14:paraId="062FDEF2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</w:pPr>
          </w:p>
        </w:tc>
        <w:tc>
          <w:tcPr>
            <w:tcW w:w="1134" w:type="dxa"/>
            <w:vAlign w:val="center"/>
          </w:tcPr>
          <w:p w14:paraId="7588AAF4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sz w:val="28"/>
                <w:szCs w:val="28"/>
              </w:rPr>
              <w:t>Red</w:t>
            </w:r>
          </w:p>
        </w:tc>
        <w:tc>
          <w:tcPr>
            <w:tcW w:w="992" w:type="dxa"/>
            <w:vAlign w:val="center"/>
          </w:tcPr>
          <w:p w14:paraId="17133697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sz w:val="28"/>
                <w:szCs w:val="28"/>
              </w:rPr>
              <w:t>Green</w:t>
            </w:r>
          </w:p>
        </w:tc>
        <w:tc>
          <w:tcPr>
            <w:tcW w:w="1276" w:type="dxa"/>
            <w:vAlign w:val="center"/>
          </w:tcPr>
          <w:p w14:paraId="5721EF09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sz w:val="28"/>
                <w:szCs w:val="28"/>
              </w:rPr>
              <w:t>Blue</w:t>
            </w:r>
          </w:p>
        </w:tc>
        <w:tc>
          <w:tcPr>
            <w:tcW w:w="236" w:type="dxa"/>
            <w:vMerge/>
          </w:tcPr>
          <w:p w14:paraId="4BDBFE3E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51B55F6C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14:paraId="361A9657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sz w:val="28"/>
                <w:szCs w:val="28"/>
              </w:rPr>
              <w:t>Red</w:t>
            </w:r>
          </w:p>
        </w:tc>
        <w:tc>
          <w:tcPr>
            <w:tcW w:w="1134" w:type="dxa"/>
            <w:vAlign w:val="center"/>
          </w:tcPr>
          <w:p w14:paraId="350654DC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sz w:val="28"/>
                <w:szCs w:val="28"/>
              </w:rPr>
              <w:t>Green</w:t>
            </w:r>
          </w:p>
        </w:tc>
        <w:tc>
          <w:tcPr>
            <w:tcW w:w="1134" w:type="dxa"/>
            <w:vAlign w:val="center"/>
          </w:tcPr>
          <w:p w14:paraId="4EF239D0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sz w:val="28"/>
                <w:szCs w:val="28"/>
              </w:rPr>
              <w:t>Blue</w:t>
            </w:r>
          </w:p>
        </w:tc>
      </w:tr>
      <w:tr w:rsidR="00C630B3" w14:paraId="4446A610" w14:textId="77777777" w:rsidTr="004D64E4">
        <w:trPr>
          <w:trHeight w:val="502"/>
        </w:trPr>
        <w:tc>
          <w:tcPr>
            <w:tcW w:w="1101" w:type="dxa"/>
            <w:vAlign w:val="center"/>
          </w:tcPr>
          <w:p w14:paraId="5A4F90C3" w14:textId="77777777" w:rsidR="00C630B3" w:rsidRPr="00390ECF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3C23504C" wp14:editId="1C7A8A38">
                      <wp:simplePos x="0" y="0"/>
                      <wp:positionH relativeFrom="margin">
                        <wp:posOffset>170180</wp:posOffset>
                      </wp:positionH>
                      <wp:positionV relativeFrom="margin">
                        <wp:posOffset>36195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40" name="Oval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2430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BF1207" id="Oval 140" o:spid="_x0000_s1026" style="position:absolute;margin-left:13.4pt;margin-top:2.85pt;width:19.8pt;height:19.8pt;z-index:25199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" fillcolor="#e24301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397164C7" w14:textId="10E6F200" w:rsidR="00C630B3" w:rsidRDefault="004D64E4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226</w:t>
            </w:r>
          </w:p>
        </w:tc>
        <w:tc>
          <w:tcPr>
            <w:tcW w:w="992" w:type="dxa"/>
            <w:vAlign w:val="center"/>
          </w:tcPr>
          <w:p w14:paraId="4E33FB43" w14:textId="2557A27A" w:rsidR="00C630B3" w:rsidRDefault="004D64E4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67</w:t>
            </w:r>
          </w:p>
        </w:tc>
        <w:tc>
          <w:tcPr>
            <w:tcW w:w="1276" w:type="dxa"/>
            <w:vAlign w:val="center"/>
          </w:tcPr>
          <w:p w14:paraId="3B3B126E" w14:textId="2B806CB8" w:rsidR="00C630B3" w:rsidRDefault="004D64E4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</w:t>
            </w:r>
          </w:p>
        </w:tc>
        <w:tc>
          <w:tcPr>
            <w:tcW w:w="236" w:type="dxa"/>
            <w:vMerge/>
          </w:tcPr>
          <w:p w14:paraId="643EDEAD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5AF16F15" w14:textId="77777777" w:rsidR="00C630B3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066D9ED3" wp14:editId="3672AAB8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34290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41" name="Oval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FB4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8DF839" id="Oval 141" o:spid="_x0000_s1026" style="position:absolute;margin-left:13pt;margin-top:2.7pt;width:19.8pt;height:19.8pt;z-index:25199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" fillcolor="#9fb4cc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14:paraId="7B3F6978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159</w:t>
            </w:r>
          </w:p>
        </w:tc>
        <w:tc>
          <w:tcPr>
            <w:tcW w:w="1134" w:type="dxa"/>
            <w:vAlign w:val="center"/>
          </w:tcPr>
          <w:p w14:paraId="4ABE0F90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180</w:t>
            </w:r>
          </w:p>
        </w:tc>
        <w:tc>
          <w:tcPr>
            <w:tcW w:w="1134" w:type="dxa"/>
            <w:vAlign w:val="center"/>
          </w:tcPr>
          <w:p w14:paraId="7867E199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204</w:t>
            </w:r>
          </w:p>
        </w:tc>
      </w:tr>
      <w:tr w:rsidR="00C630B3" w14:paraId="62713AE4" w14:textId="77777777" w:rsidTr="004D64E4">
        <w:tc>
          <w:tcPr>
            <w:tcW w:w="1101" w:type="dxa"/>
            <w:vAlign w:val="center"/>
          </w:tcPr>
          <w:p w14:paraId="655D9AD6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680C12CF" wp14:editId="2B6946F5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30480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42" name="Oval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F762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73CD5E" id="Oval 142" o:spid="_x0000_s1026" style="position:absolute;margin-left:13pt;margin-top:2.4pt;width:19.8pt;height:19.8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" fillcolor="#ef7622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5309FA94" w14:textId="5CD984A6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239</w:t>
            </w:r>
          </w:p>
        </w:tc>
        <w:tc>
          <w:tcPr>
            <w:tcW w:w="992" w:type="dxa"/>
            <w:vAlign w:val="center"/>
          </w:tcPr>
          <w:p w14:paraId="40DEDCC0" w14:textId="0EBBA3C9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118</w:t>
            </w:r>
          </w:p>
        </w:tc>
        <w:tc>
          <w:tcPr>
            <w:tcW w:w="1276" w:type="dxa"/>
            <w:vAlign w:val="center"/>
          </w:tcPr>
          <w:p w14:paraId="40C79B8D" w14:textId="08A1348A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34</w:t>
            </w:r>
          </w:p>
        </w:tc>
        <w:tc>
          <w:tcPr>
            <w:tcW w:w="236" w:type="dxa"/>
            <w:vMerge/>
          </w:tcPr>
          <w:p w14:paraId="44A735FB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5DCEBC24" w14:textId="77777777" w:rsidR="00C630B3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071B87F4" wp14:editId="463B5197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36830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43" name="Oval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DCADA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FD3152" id="Oval 143" o:spid="_x0000_s1026" style="position:absolute;margin-left:13pt;margin-top:2.9pt;width:19.8pt;height:19.8pt;z-index:25198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" fillcolor="#bdcada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14:paraId="5F14A8BD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189</w:t>
            </w:r>
          </w:p>
        </w:tc>
        <w:tc>
          <w:tcPr>
            <w:tcW w:w="1134" w:type="dxa"/>
            <w:vAlign w:val="center"/>
          </w:tcPr>
          <w:p w14:paraId="369A3792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202</w:t>
            </w:r>
          </w:p>
        </w:tc>
        <w:tc>
          <w:tcPr>
            <w:tcW w:w="1134" w:type="dxa"/>
            <w:vAlign w:val="center"/>
          </w:tcPr>
          <w:p w14:paraId="5552BEDE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218</w:t>
            </w:r>
          </w:p>
        </w:tc>
      </w:tr>
      <w:tr w:rsidR="00C630B3" w14:paraId="01AB63C2" w14:textId="77777777" w:rsidTr="004D64E4">
        <w:tc>
          <w:tcPr>
            <w:tcW w:w="1101" w:type="dxa"/>
            <w:vAlign w:val="center"/>
          </w:tcPr>
          <w:p w14:paraId="2CED1A6A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6CB5DF4D" wp14:editId="6FC41ED7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25400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44" name="Oval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E1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701B67" id="Oval 144" o:spid="_x0000_s1026" style="position:absolute;margin-left:13pt;margin-top:2pt;width:19.8pt;height:19.8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" fillcolor="#ff9e16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1F1B2954" w14:textId="6037D263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255</w:t>
            </w:r>
          </w:p>
        </w:tc>
        <w:tc>
          <w:tcPr>
            <w:tcW w:w="992" w:type="dxa"/>
            <w:vAlign w:val="center"/>
          </w:tcPr>
          <w:p w14:paraId="700D46AB" w14:textId="0517172B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158</w:t>
            </w:r>
          </w:p>
        </w:tc>
        <w:tc>
          <w:tcPr>
            <w:tcW w:w="1276" w:type="dxa"/>
            <w:vAlign w:val="center"/>
          </w:tcPr>
          <w:p w14:paraId="485CEF14" w14:textId="7B406087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22</w:t>
            </w:r>
          </w:p>
        </w:tc>
        <w:tc>
          <w:tcPr>
            <w:tcW w:w="236" w:type="dxa"/>
            <w:vMerge/>
          </w:tcPr>
          <w:p w14:paraId="304CADE7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08B85661" w14:textId="77777777" w:rsidR="00C630B3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15B58E08" wp14:editId="71167B1B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25400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45" name="Oval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3C6C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9478A1" id="Oval 145" o:spid="_x0000_s1026" style="position:absolute;margin-left:13pt;margin-top:2pt;width:19.8pt;height:19.8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" fillcolor="#c3c6c8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14:paraId="22D68A73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195</w:t>
            </w:r>
          </w:p>
        </w:tc>
        <w:tc>
          <w:tcPr>
            <w:tcW w:w="1134" w:type="dxa"/>
            <w:vAlign w:val="center"/>
          </w:tcPr>
          <w:p w14:paraId="1B8A34FF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198</w:t>
            </w:r>
          </w:p>
        </w:tc>
        <w:tc>
          <w:tcPr>
            <w:tcW w:w="1134" w:type="dxa"/>
            <w:vAlign w:val="center"/>
          </w:tcPr>
          <w:p w14:paraId="201FDE99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200</w:t>
            </w:r>
          </w:p>
        </w:tc>
      </w:tr>
      <w:tr w:rsidR="00C630B3" w14:paraId="106A0985" w14:textId="77777777" w:rsidTr="004D64E4">
        <w:tc>
          <w:tcPr>
            <w:tcW w:w="1101" w:type="dxa"/>
            <w:vAlign w:val="center"/>
          </w:tcPr>
          <w:p w14:paraId="271ECA97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67DAF7A" wp14:editId="165A4A05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29210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46" name="Oval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B81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7B11BB" id="Oval 146" o:spid="_x0000_s1026" style="position:absolute;margin-left:13pt;margin-top:2.3pt;width:19.8pt;height:19.8pt;z-index:25198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" fillcolor="#ffb819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634ED6C7" w14:textId="1B232F0A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255</w:t>
            </w:r>
          </w:p>
        </w:tc>
        <w:tc>
          <w:tcPr>
            <w:tcW w:w="992" w:type="dxa"/>
            <w:vAlign w:val="center"/>
          </w:tcPr>
          <w:p w14:paraId="62926B8E" w14:textId="658001EF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184</w:t>
            </w:r>
          </w:p>
        </w:tc>
        <w:tc>
          <w:tcPr>
            <w:tcW w:w="1276" w:type="dxa"/>
            <w:vAlign w:val="center"/>
          </w:tcPr>
          <w:p w14:paraId="26350991" w14:textId="2AC30317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25</w:t>
            </w:r>
          </w:p>
        </w:tc>
        <w:tc>
          <w:tcPr>
            <w:tcW w:w="236" w:type="dxa"/>
            <w:vMerge/>
          </w:tcPr>
          <w:p w14:paraId="5BBCD77E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76A3D21D" w14:textId="77777777" w:rsidR="00C630B3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0181C5F1" wp14:editId="6A936552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29210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47" name="Oval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DD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A3B74D" id="Oval 147" o:spid="_x0000_s1026" style="position:absolute;margin-left:13pt;margin-top:2.3pt;width:19.8pt;height:19.8pt;z-index:25198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" fillcolor="#c0cdd5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14:paraId="05C09E78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192</w:t>
            </w:r>
          </w:p>
        </w:tc>
        <w:tc>
          <w:tcPr>
            <w:tcW w:w="1134" w:type="dxa"/>
            <w:vAlign w:val="center"/>
          </w:tcPr>
          <w:p w14:paraId="498C25DA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205</w:t>
            </w:r>
          </w:p>
        </w:tc>
        <w:tc>
          <w:tcPr>
            <w:tcW w:w="1134" w:type="dxa"/>
            <w:vAlign w:val="center"/>
          </w:tcPr>
          <w:p w14:paraId="2095083F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213</w:t>
            </w:r>
          </w:p>
        </w:tc>
      </w:tr>
      <w:tr w:rsidR="00C630B3" w14:paraId="42776DBF" w14:textId="77777777" w:rsidTr="004D64E4">
        <w:tc>
          <w:tcPr>
            <w:tcW w:w="1101" w:type="dxa"/>
            <w:vAlign w:val="center"/>
          </w:tcPr>
          <w:p w14:paraId="4EFBE25F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33A2F287" wp14:editId="2A63C859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40640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48" name="Oval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DA6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1EEE42" id="Oval 148" o:spid="_x0000_s1026" style="position:absolute;margin-left:13pt;margin-top:3.2pt;width:19.8pt;height:19.8pt;z-index:25198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" fillcolor="#ffda64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3028330D" w14:textId="5DEB5DDE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255</w:t>
            </w:r>
          </w:p>
        </w:tc>
        <w:tc>
          <w:tcPr>
            <w:tcW w:w="992" w:type="dxa"/>
            <w:vAlign w:val="center"/>
          </w:tcPr>
          <w:p w14:paraId="113B39B7" w14:textId="3A2DBC89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218</w:t>
            </w:r>
          </w:p>
        </w:tc>
        <w:tc>
          <w:tcPr>
            <w:tcW w:w="1276" w:type="dxa"/>
            <w:vAlign w:val="center"/>
          </w:tcPr>
          <w:p w14:paraId="2821D99B" w14:textId="20FD243C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100</w:t>
            </w:r>
          </w:p>
        </w:tc>
        <w:tc>
          <w:tcPr>
            <w:tcW w:w="236" w:type="dxa"/>
            <w:vMerge/>
          </w:tcPr>
          <w:p w14:paraId="35A5C4A9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33764776" w14:textId="77777777" w:rsidR="00C630B3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423E32DF" wp14:editId="673274EB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40640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49" name="Oval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EDEDE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997438" id="Oval 149" o:spid="_x0000_s1026" style="position:absolute;margin-left:13pt;margin-top:3.2pt;width:19.8pt;height:19.8pt;z-index:25199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" fillcolor="#dedede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14:paraId="5BA038F5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222</w:t>
            </w:r>
          </w:p>
        </w:tc>
        <w:tc>
          <w:tcPr>
            <w:tcW w:w="1134" w:type="dxa"/>
            <w:vAlign w:val="center"/>
          </w:tcPr>
          <w:p w14:paraId="2CB5E699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222</w:t>
            </w:r>
          </w:p>
        </w:tc>
        <w:tc>
          <w:tcPr>
            <w:tcW w:w="1134" w:type="dxa"/>
            <w:vAlign w:val="center"/>
          </w:tcPr>
          <w:p w14:paraId="595C3C05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222</w:t>
            </w:r>
          </w:p>
        </w:tc>
      </w:tr>
      <w:tr w:rsidR="00C630B3" w14:paraId="3217DC94" w14:textId="77777777" w:rsidTr="004D64E4">
        <w:tc>
          <w:tcPr>
            <w:tcW w:w="1101" w:type="dxa"/>
            <w:vAlign w:val="center"/>
          </w:tcPr>
          <w:p w14:paraId="7ABA21BC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15BC4865" wp14:editId="00CAC422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34290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50" name="Oval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ECB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81A6BE" id="Oval 150" o:spid="_x0000_s1026" style="position:absolute;margin-left:13pt;margin-top:2.7pt;width:19.8pt;height:19.8pt;z-index:25198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" fillcolor="#ffecb2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51AD11F9" w14:textId="4734F951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255</w:t>
            </w:r>
          </w:p>
        </w:tc>
        <w:tc>
          <w:tcPr>
            <w:tcW w:w="992" w:type="dxa"/>
            <w:vAlign w:val="center"/>
          </w:tcPr>
          <w:p w14:paraId="77974DDA" w14:textId="74FFE28B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236</w:t>
            </w:r>
          </w:p>
        </w:tc>
        <w:tc>
          <w:tcPr>
            <w:tcW w:w="1276" w:type="dxa"/>
            <w:vAlign w:val="center"/>
          </w:tcPr>
          <w:p w14:paraId="0292A095" w14:textId="5FA96669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178</w:t>
            </w:r>
          </w:p>
        </w:tc>
        <w:tc>
          <w:tcPr>
            <w:tcW w:w="236" w:type="dxa"/>
            <w:vMerge/>
          </w:tcPr>
          <w:p w14:paraId="4E271552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4C69D68A" w14:textId="77777777" w:rsidR="00C630B3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61971648" wp14:editId="7C3EA9A2">
                      <wp:simplePos x="0" y="0"/>
                      <wp:positionH relativeFrom="margin">
                        <wp:posOffset>179705</wp:posOffset>
                      </wp:positionH>
                      <wp:positionV relativeFrom="margin">
                        <wp:posOffset>45720</wp:posOffset>
                      </wp:positionV>
                      <wp:extent cx="251460" cy="251460"/>
                      <wp:effectExtent l="0" t="0" r="0" b="0"/>
                      <wp:wrapSquare wrapText="bothSides"/>
                      <wp:docPr id="151" name="Oval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4E6E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83F52A" id="Oval 151" o:spid="_x0000_s1026" style="position:absolute;margin-left:14.15pt;margin-top:3.6pt;width:19.8pt;height:19.8pt;z-index:25199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" fillcolor="#e4e6ed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14:paraId="13583E42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242</w:t>
            </w:r>
          </w:p>
        </w:tc>
        <w:tc>
          <w:tcPr>
            <w:tcW w:w="1134" w:type="dxa"/>
            <w:vAlign w:val="center"/>
          </w:tcPr>
          <w:p w14:paraId="3B592073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243</w:t>
            </w:r>
          </w:p>
        </w:tc>
        <w:tc>
          <w:tcPr>
            <w:tcW w:w="1134" w:type="dxa"/>
            <w:vAlign w:val="center"/>
          </w:tcPr>
          <w:p w14:paraId="653EB7A3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245</w:t>
            </w:r>
          </w:p>
        </w:tc>
      </w:tr>
      <w:tr w:rsidR="00C630B3" w14:paraId="64E640C0" w14:textId="77777777" w:rsidTr="004D64E4">
        <w:tc>
          <w:tcPr>
            <w:tcW w:w="1101" w:type="dxa"/>
            <w:vAlign w:val="center"/>
          </w:tcPr>
          <w:p w14:paraId="5875F6FA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0AFEB81F" wp14:editId="1330BBEB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30480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52" name="Oval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5D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26196C" id="Oval 152" o:spid="_x0000_s1026" style="position:absolute;margin-left:13pt;margin-top:2.4pt;width:19.8pt;height:19.8pt;z-index:25198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" fillcolor="#fff5d8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4090AD29" w14:textId="2103CCD5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255</w:t>
            </w:r>
          </w:p>
        </w:tc>
        <w:tc>
          <w:tcPr>
            <w:tcW w:w="992" w:type="dxa"/>
            <w:vAlign w:val="center"/>
          </w:tcPr>
          <w:p w14:paraId="094FDDA8" w14:textId="088228D2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245</w:t>
            </w:r>
          </w:p>
        </w:tc>
        <w:tc>
          <w:tcPr>
            <w:tcW w:w="1276" w:type="dxa"/>
            <w:vAlign w:val="center"/>
          </w:tcPr>
          <w:p w14:paraId="57F72EC0" w14:textId="24740D58" w:rsidR="00C630B3" w:rsidRDefault="00193D35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216</w:t>
            </w:r>
          </w:p>
        </w:tc>
        <w:tc>
          <w:tcPr>
            <w:tcW w:w="236" w:type="dxa"/>
            <w:vMerge/>
          </w:tcPr>
          <w:p w14:paraId="40C968D9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</w:tcPr>
          <w:p w14:paraId="09C8124B" w14:textId="77777777" w:rsidR="00C630B3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7B8A9242" wp14:editId="0E19F886">
                      <wp:simplePos x="0" y="0"/>
                      <wp:positionH relativeFrom="margin">
                        <wp:posOffset>170180</wp:posOffset>
                      </wp:positionH>
                      <wp:positionV relativeFrom="margin">
                        <wp:posOffset>36195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53" name="Oval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2EDF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415AC0" id="Oval 153" o:spid="_x0000_s1026" style="position:absolute;margin-left:13.4pt;margin-top:2.85pt;width:19.8pt;height:19.8pt;z-index:25199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" fillcolor="#d2edf8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14:paraId="5B728955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210</w:t>
            </w:r>
          </w:p>
        </w:tc>
        <w:tc>
          <w:tcPr>
            <w:tcW w:w="1134" w:type="dxa"/>
            <w:vAlign w:val="center"/>
          </w:tcPr>
          <w:p w14:paraId="540B63A9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237</w:t>
            </w:r>
          </w:p>
        </w:tc>
        <w:tc>
          <w:tcPr>
            <w:tcW w:w="1134" w:type="dxa"/>
            <w:vAlign w:val="center"/>
          </w:tcPr>
          <w:p w14:paraId="53FB25CE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248</w:t>
            </w:r>
          </w:p>
        </w:tc>
      </w:tr>
      <w:tr w:rsidR="00C630B3" w14:paraId="17285C9C" w14:textId="77777777" w:rsidTr="004D64E4">
        <w:tc>
          <w:tcPr>
            <w:tcW w:w="1101" w:type="dxa"/>
            <w:vAlign w:val="center"/>
          </w:tcPr>
          <w:p w14:paraId="704EFBAF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155FDA9D" wp14:editId="195279C7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30480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54" name="Oval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333E4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E83FF5" id="Oval 154" o:spid="_x0000_s1026" style="position:absolute;margin-left:13pt;margin-top:2.4pt;width:19.8pt;height:19.8pt;z-index:25199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" fillcolor="#333e48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211A6508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51</w:t>
            </w:r>
          </w:p>
        </w:tc>
        <w:tc>
          <w:tcPr>
            <w:tcW w:w="992" w:type="dxa"/>
            <w:vAlign w:val="center"/>
          </w:tcPr>
          <w:p w14:paraId="0CA2B282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62</w:t>
            </w:r>
          </w:p>
        </w:tc>
        <w:tc>
          <w:tcPr>
            <w:tcW w:w="1276" w:type="dxa"/>
            <w:vAlign w:val="center"/>
          </w:tcPr>
          <w:p w14:paraId="58A6ED75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72</w:t>
            </w:r>
          </w:p>
        </w:tc>
        <w:tc>
          <w:tcPr>
            <w:tcW w:w="236" w:type="dxa"/>
            <w:vMerge/>
          </w:tcPr>
          <w:p w14:paraId="16F07F3E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</w:tcPr>
          <w:p w14:paraId="234E29EB" w14:textId="77777777" w:rsidR="00C630B3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0C167860" wp14:editId="5514AD60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30480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55" name="Oval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3F4F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E74D2D" id="Oval 155" o:spid="_x0000_s1026" style="position:absolute;margin-left:13pt;margin-top:2.4pt;width:19.8pt;height:19.8pt;z-index:25199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" fillcolor="#e3f4fc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14:paraId="08AADF49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227</w:t>
            </w:r>
          </w:p>
        </w:tc>
        <w:tc>
          <w:tcPr>
            <w:tcW w:w="1134" w:type="dxa"/>
            <w:vAlign w:val="center"/>
          </w:tcPr>
          <w:p w14:paraId="1E44AEDD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244</w:t>
            </w:r>
          </w:p>
        </w:tc>
        <w:tc>
          <w:tcPr>
            <w:tcW w:w="1134" w:type="dxa"/>
            <w:vAlign w:val="center"/>
          </w:tcPr>
          <w:p w14:paraId="4BF528BB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252</w:t>
            </w:r>
          </w:p>
        </w:tc>
      </w:tr>
      <w:tr w:rsidR="00C630B3" w14:paraId="27466E8D" w14:textId="77777777" w:rsidTr="004D64E4">
        <w:tc>
          <w:tcPr>
            <w:tcW w:w="1101" w:type="dxa"/>
            <w:vAlign w:val="center"/>
          </w:tcPr>
          <w:p w14:paraId="02759BE0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154C260D" wp14:editId="255C82F6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25400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56" name="Oval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A667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53CA6A" id="Oval 156" o:spid="_x0000_s1026" style="position:absolute;margin-left:13pt;margin-top:2pt;width:19.8pt;height:19.8pt;z-index:25200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" fillcolor="#5a6670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74E993A0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90</w:t>
            </w:r>
          </w:p>
        </w:tc>
        <w:tc>
          <w:tcPr>
            <w:tcW w:w="992" w:type="dxa"/>
            <w:vAlign w:val="center"/>
          </w:tcPr>
          <w:p w14:paraId="3FD14442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102</w:t>
            </w:r>
          </w:p>
        </w:tc>
        <w:tc>
          <w:tcPr>
            <w:tcW w:w="1276" w:type="dxa"/>
            <w:vAlign w:val="center"/>
          </w:tcPr>
          <w:p w14:paraId="5A346E5E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112</w:t>
            </w:r>
          </w:p>
        </w:tc>
        <w:tc>
          <w:tcPr>
            <w:tcW w:w="236" w:type="dxa"/>
            <w:vMerge/>
          </w:tcPr>
          <w:p w14:paraId="287AF68C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</w:tcPr>
          <w:p w14:paraId="10513001" w14:textId="77777777" w:rsidR="00C630B3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6918E0B8" wp14:editId="7A71EC60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25400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57" name="Oval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4FAF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4D01C2" id="Oval 157" o:spid="_x0000_s1026" style="position:absolute;margin-left:13pt;margin-top:2pt;width:19.8pt;height:19.8pt;z-index:25199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" fillcolor="#f4fafd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14:paraId="15AB535C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244</w:t>
            </w:r>
          </w:p>
        </w:tc>
        <w:tc>
          <w:tcPr>
            <w:tcW w:w="1134" w:type="dxa"/>
            <w:vAlign w:val="center"/>
          </w:tcPr>
          <w:p w14:paraId="68A99E5A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250</w:t>
            </w:r>
          </w:p>
        </w:tc>
        <w:tc>
          <w:tcPr>
            <w:tcW w:w="1134" w:type="dxa"/>
            <w:vAlign w:val="center"/>
          </w:tcPr>
          <w:p w14:paraId="4E2CC9CC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253</w:t>
            </w:r>
          </w:p>
        </w:tc>
      </w:tr>
      <w:tr w:rsidR="00C630B3" w14:paraId="349B274F" w14:textId="77777777" w:rsidTr="004D64E4">
        <w:tc>
          <w:tcPr>
            <w:tcW w:w="1101" w:type="dxa"/>
            <w:vAlign w:val="center"/>
          </w:tcPr>
          <w:p w14:paraId="540BF016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7F86108A" wp14:editId="55356D1A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29210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58" name="Oval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0748A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06869C" id="Oval 158" o:spid="_x0000_s1026" style="position:absolute;margin-left:13pt;margin-top:2.3pt;width:19.8pt;height:19.8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" fillcolor="#50748a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6906662A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80</w:t>
            </w:r>
          </w:p>
        </w:tc>
        <w:tc>
          <w:tcPr>
            <w:tcW w:w="992" w:type="dxa"/>
            <w:vAlign w:val="center"/>
          </w:tcPr>
          <w:p w14:paraId="358A41DC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116</w:t>
            </w:r>
          </w:p>
        </w:tc>
        <w:tc>
          <w:tcPr>
            <w:tcW w:w="1276" w:type="dxa"/>
            <w:vAlign w:val="center"/>
          </w:tcPr>
          <w:p w14:paraId="140D5E48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138</w:t>
            </w:r>
          </w:p>
        </w:tc>
        <w:tc>
          <w:tcPr>
            <w:tcW w:w="236" w:type="dxa"/>
            <w:vMerge/>
          </w:tcPr>
          <w:p w14:paraId="5FE69CF6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</w:tcPr>
          <w:p w14:paraId="2D207B09" w14:textId="77777777" w:rsidR="00C630B3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7DA758BB" wp14:editId="1803F96B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29210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59" name="Oval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3E6E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37A6E3" id="Oval 159" o:spid="_x0000_s1026" style="position:absolute;margin-left:13pt;margin-top:2.3pt;width:19.8pt;height:19.8pt;z-index:25199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" fillcolor="#e3e6ed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14:paraId="521CD0CD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227</w:t>
            </w:r>
          </w:p>
        </w:tc>
        <w:tc>
          <w:tcPr>
            <w:tcW w:w="1134" w:type="dxa"/>
            <w:vAlign w:val="center"/>
          </w:tcPr>
          <w:p w14:paraId="36831BB8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230</w:t>
            </w:r>
          </w:p>
        </w:tc>
        <w:tc>
          <w:tcPr>
            <w:tcW w:w="1134" w:type="dxa"/>
            <w:vAlign w:val="center"/>
          </w:tcPr>
          <w:p w14:paraId="5ECB341D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237</w:t>
            </w:r>
          </w:p>
        </w:tc>
      </w:tr>
      <w:tr w:rsidR="00C630B3" w14:paraId="2E1D7BCE" w14:textId="77777777" w:rsidTr="004D64E4">
        <w:tc>
          <w:tcPr>
            <w:tcW w:w="1101" w:type="dxa"/>
            <w:vAlign w:val="center"/>
          </w:tcPr>
          <w:p w14:paraId="3F3FD552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6B843E88" wp14:editId="4B5FDE3E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40640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60" name="Oval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E8AA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ABDF02" id="Oval 160" o:spid="_x0000_s1026" style="position:absolute;margin-left:13pt;margin-top:3.2pt;width:19.8pt;height:19.8pt;z-index:25200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" fillcolor="#7e8aa2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 w14:paraId="0EE7798B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126</w:t>
            </w:r>
          </w:p>
        </w:tc>
        <w:tc>
          <w:tcPr>
            <w:tcW w:w="992" w:type="dxa"/>
            <w:vAlign w:val="center"/>
          </w:tcPr>
          <w:p w14:paraId="612E794C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138</w:t>
            </w:r>
          </w:p>
        </w:tc>
        <w:tc>
          <w:tcPr>
            <w:tcW w:w="1276" w:type="dxa"/>
            <w:vAlign w:val="center"/>
          </w:tcPr>
          <w:p w14:paraId="4EF05477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162</w:t>
            </w:r>
          </w:p>
        </w:tc>
        <w:tc>
          <w:tcPr>
            <w:tcW w:w="236" w:type="dxa"/>
            <w:vMerge/>
          </w:tcPr>
          <w:p w14:paraId="74E53CBB" w14:textId="77777777" w:rsidR="00C630B3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3" w:type="dxa"/>
          </w:tcPr>
          <w:p w14:paraId="1957DA88" w14:textId="77777777" w:rsidR="00C630B3" w:rsidRDefault="00C630B3" w:rsidP="004D64E4">
            <w:pPr>
              <w:rPr>
                <w:rFonts w:asciiTheme="minorHAnsi" w:hAnsiTheme="minorHAnsi"/>
                <w:sz w:val="28"/>
                <w:szCs w:val="28"/>
              </w:rPr>
            </w:pPr>
            <w:r w:rsidRPr="00390ECF">
              <w:rPr>
                <w:rFonts w:asciiTheme="minorHAnsi" w:hAnsiTheme="minorHAnsi"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37DDCDA9" wp14:editId="53279DC4">
                      <wp:simplePos x="0" y="0"/>
                      <wp:positionH relativeFrom="margin">
                        <wp:posOffset>165100</wp:posOffset>
                      </wp:positionH>
                      <wp:positionV relativeFrom="margin">
                        <wp:posOffset>40640</wp:posOffset>
                      </wp:positionV>
                      <wp:extent cx="251460" cy="251460"/>
                      <wp:effectExtent l="0" t="0" r="2540" b="2540"/>
                      <wp:wrapSquare wrapText="bothSides"/>
                      <wp:docPr id="161" name="Oval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514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4F5F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350102" id="Oval 161" o:spid="_x0000_s1026" style="position:absolute;margin-left:13pt;margin-top:3.2pt;width:19.8pt;height:19.8pt;z-index:25199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" fillcolor="#f4f5f7" stroked="f" strokeweight="2pt">
                      <w10:wrap type="square" anchorx="margin" anchory="margin"/>
                    </v:oval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14:paraId="5A674BFA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244</w:t>
            </w:r>
          </w:p>
        </w:tc>
        <w:tc>
          <w:tcPr>
            <w:tcW w:w="1134" w:type="dxa"/>
            <w:vAlign w:val="center"/>
          </w:tcPr>
          <w:p w14:paraId="47DA94FB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245</w:t>
            </w:r>
          </w:p>
        </w:tc>
        <w:tc>
          <w:tcPr>
            <w:tcW w:w="1134" w:type="dxa"/>
            <w:vAlign w:val="center"/>
          </w:tcPr>
          <w:p w14:paraId="27922EE3" w14:textId="77777777" w:rsidR="00C630B3" w:rsidRPr="00390ECF" w:rsidRDefault="00C630B3" w:rsidP="004D64E4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247</w:t>
            </w:r>
          </w:p>
        </w:tc>
      </w:tr>
    </w:tbl>
    <w:p w14:paraId="3A492CBA" w14:textId="2EDCDDD9" w:rsidR="00BE669F" w:rsidRDefault="00BE669F" w:rsidP="00BE1F35">
      <w:pPr>
        <w:tabs>
          <w:tab w:val="left" w:pos="2740"/>
        </w:tabs>
        <w:rPr>
          <w:rFonts w:ascii="Arial" w:hAnsi="Arial" w:cs="Arial"/>
          <w:sz w:val="24"/>
          <w:szCs w:val="24"/>
        </w:rPr>
      </w:pPr>
    </w:p>
    <w:p w14:paraId="4BFC7337" w14:textId="66C41AAE" w:rsidR="00C5693D" w:rsidRPr="00BE1F35" w:rsidRDefault="00C5693D" w:rsidP="00102584">
      <w:pPr>
        <w:spacing w:after="200" w:line="276" w:lineRule="auto"/>
        <w:rPr>
          <w:rFonts w:ascii="Arial" w:hAnsi="Arial" w:cs="Arial"/>
          <w:sz w:val="24"/>
          <w:szCs w:val="24"/>
        </w:rPr>
      </w:pPr>
    </w:p>
    <w:sectPr w:rsidR="00C5693D" w:rsidRPr="00BE1F35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21080" w14:textId="77777777" w:rsidR="00964145" w:rsidRDefault="00964145" w:rsidP="00EC63BE">
      <w:pPr>
        <w:spacing w:after="0"/>
      </w:pPr>
      <w:r>
        <w:separator/>
      </w:r>
    </w:p>
  </w:endnote>
  <w:endnote w:type="continuationSeparator" w:id="0">
    <w:p w14:paraId="16C3FD5F" w14:textId="77777777" w:rsidR="00964145" w:rsidRDefault="00964145" w:rsidP="00EC63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00000001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EC208" w14:textId="77777777" w:rsidR="00964145" w:rsidRDefault="00964145" w:rsidP="00EC63BE">
      <w:pPr>
        <w:spacing w:after="0"/>
      </w:pPr>
      <w:r>
        <w:separator/>
      </w:r>
    </w:p>
  </w:footnote>
  <w:footnote w:type="continuationSeparator" w:id="0">
    <w:p w14:paraId="37FD4DBB" w14:textId="77777777" w:rsidR="00964145" w:rsidRDefault="00964145" w:rsidP="00EC63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53277" w14:textId="77777777" w:rsidR="001931A8" w:rsidRPr="00EC63BE" w:rsidRDefault="001931A8">
    <w:pPr>
      <w:pStyle w:val="Header"/>
      <w:rPr>
        <w:rFonts w:ascii="Arial" w:hAnsi="Arial" w:cs="Arial"/>
        <w:b/>
      </w:rPr>
    </w:pPr>
    <w:r w:rsidRPr="00EC63BE">
      <w:rPr>
        <w:rFonts w:ascii="Arial" w:hAnsi="Arial" w:cs="Arial"/>
        <w:b/>
        <w:sz w:val="24"/>
      </w:rPr>
      <w:t>Colour palette RGB codes and guide</w:t>
    </w:r>
    <w:r w:rsidRPr="00EC63BE">
      <w:rPr>
        <w:rFonts w:ascii="Arial" w:hAnsi="Arial" w:cs="Arial"/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CF"/>
    <w:rsid w:val="000C51BC"/>
    <w:rsid w:val="00102584"/>
    <w:rsid w:val="001931A8"/>
    <w:rsid w:val="00193D35"/>
    <w:rsid w:val="00207172"/>
    <w:rsid w:val="00247DEA"/>
    <w:rsid w:val="00360676"/>
    <w:rsid w:val="00390ECF"/>
    <w:rsid w:val="003F0C31"/>
    <w:rsid w:val="00445D71"/>
    <w:rsid w:val="00495489"/>
    <w:rsid w:val="004C366F"/>
    <w:rsid w:val="004D64E4"/>
    <w:rsid w:val="00502FB6"/>
    <w:rsid w:val="00553DF9"/>
    <w:rsid w:val="005854A1"/>
    <w:rsid w:val="00607CE2"/>
    <w:rsid w:val="006A13C2"/>
    <w:rsid w:val="006D5838"/>
    <w:rsid w:val="006F71AF"/>
    <w:rsid w:val="00707A35"/>
    <w:rsid w:val="00747696"/>
    <w:rsid w:val="007620FB"/>
    <w:rsid w:val="00770C93"/>
    <w:rsid w:val="007F715E"/>
    <w:rsid w:val="00824A38"/>
    <w:rsid w:val="00910214"/>
    <w:rsid w:val="00932CD5"/>
    <w:rsid w:val="00957638"/>
    <w:rsid w:val="00964145"/>
    <w:rsid w:val="00A271CF"/>
    <w:rsid w:val="00A35C4E"/>
    <w:rsid w:val="00A832D6"/>
    <w:rsid w:val="00AE7E5C"/>
    <w:rsid w:val="00B36268"/>
    <w:rsid w:val="00B41A37"/>
    <w:rsid w:val="00B61807"/>
    <w:rsid w:val="00BE1F35"/>
    <w:rsid w:val="00BE669F"/>
    <w:rsid w:val="00BF58D0"/>
    <w:rsid w:val="00C12B72"/>
    <w:rsid w:val="00C5693D"/>
    <w:rsid w:val="00C630B3"/>
    <w:rsid w:val="00C84D72"/>
    <w:rsid w:val="00CD7BFD"/>
    <w:rsid w:val="00D45577"/>
    <w:rsid w:val="00D73C3B"/>
    <w:rsid w:val="00DB13D0"/>
    <w:rsid w:val="00E320A6"/>
    <w:rsid w:val="00E50667"/>
    <w:rsid w:val="00EA18BC"/>
    <w:rsid w:val="00EC63BE"/>
    <w:rsid w:val="00EF0D32"/>
    <w:rsid w:val="00F25891"/>
    <w:rsid w:val="00F629D1"/>
    <w:rsid w:val="00F82697"/>
    <w:rsid w:val="00F9714E"/>
    <w:rsid w:val="00FE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2BF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RAINING body"/>
    <w:qFormat/>
    <w:rsid w:val="00390ECF"/>
    <w:pPr>
      <w:spacing w:after="100" w:line="240" w:lineRule="auto"/>
    </w:pPr>
    <w:rPr>
      <w:rFonts w:ascii="Avenir Next" w:eastAsia="MS Mincho" w:hAnsi="Avenir Next" w:cs="Times New Roman"/>
      <w:color w:val="000000" w:themeColor="text1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0EC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ookTitle">
    <w:name w:val="Book Title"/>
    <w:basedOn w:val="DefaultParagraphFont"/>
    <w:uiPriority w:val="33"/>
    <w:qFormat/>
    <w:rsid w:val="00390ECF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390ECF"/>
    <w:rPr>
      <w:b/>
      <w:bCs/>
      <w:smallCaps/>
      <w:color w:val="C0504D" w:themeColor="accent2"/>
      <w:spacing w:val="5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69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697"/>
    <w:rPr>
      <w:rFonts w:ascii="Tahoma" w:eastAsia="MS Mincho" w:hAnsi="Tahoma" w:cs="Tahoma"/>
      <w:color w:val="000000" w:themeColor="text1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63B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C63BE"/>
    <w:rPr>
      <w:rFonts w:ascii="Avenir Next" w:eastAsia="MS Mincho" w:hAnsi="Avenir Next" w:cs="Times New Roman"/>
      <w:color w:val="000000" w:themeColor="text1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C63B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C63BE"/>
    <w:rPr>
      <w:rFonts w:ascii="Avenir Next" w:eastAsia="MS Mincho" w:hAnsi="Avenir Next" w:cs="Times New Roman"/>
      <w:color w:val="000000" w:themeColor="text1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12408FE0E04E48ACB7541D7F264533" ma:contentTypeVersion="0" ma:contentTypeDescription="Create a new document." ma:contentTypeScope="" ma:versionID="1b39156c1ac911b4b82940a56ef36c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4A1838-1655-482C-B122-91A93D7AD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211C1-B74C-40D4-8FDC-14BCD47B1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8241FB-79A6-4819-B939-8262236C87B2}">
  <ds:schemaRefs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4AC61D0B</Template>
  <TotalTime>0</TotalTime>
  <Pages>1</Pages>
  <Words>60</Words>
  <Characters>345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Industry Group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Sullivan</dc:creator>
  <cp:lastModifiedBy>Michelle Vincenzini</cp:lastModifiedBy>
  <cp:revision>2</cp:revision>
  <dcterms:created xsi:type="dcterms:W3CDTF">2018-04-20T02:16:00Z</dcterms:created>
  <dcterms:modified xsi:type="dcterms:W3CDTF">2018-04-20T02:16:00Z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0x0101000612408FE0E04E48ACB7541D7F264533</vt:lpwstr>
  </property>
</Properties>
</file>